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3A" w:rsidRDefault="00A67E3A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E13" w:rsidRDefault="00FB1CC0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награждении медалью «За выдающийся вклад</w:t>
      </w:r>
      <w:r w:rsidR="00057E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развитие </w:t>
      </w:r>
    </w:p>
    <w:p w:rsidR="00057E13" w:rsidRDefault="00FB1CC0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города-курорта Анапа»</w:t>
      </w:r>
      <w:r w:rsidR="004E01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6535">
        <w:rPr>
          <w:rFonts w:ascii="Times New Roman" w:hAnsi="Times New Roman" w:cs="Times New Roman"/>
          <w:b/>
          <w:sz w:val="28"/>
          <w:szCs w:val="28"/>
        </w:rPr>
        <w:t>Левковец</w:t>
      </w:r>
      <w:proofErr w:type="spellEnd"/>
      <w:r w:rsidR="008768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535">
        <w:rPr>
          <w:rFonts w:ascii="Times New Roman" w:hAnsi="Times New Roman" w:cs="Times New Roman"/>
          <w:b/>
          <w:sz w:val="28"/>
          <w:szCs w:val="28"/>
        </w:rPr>
        <w:t>Т</w:t>
      </w:r>
      <w:r w:rsidR="00B166ED">
        <w:rPr>
          <w:rFonts w:ascii="Times New Roman" w:hAnsi="Times New Roman" w:cs="Times New Roman"/>
          <w:b/>
          <w:sz w:val="28"/>
          <w:szCs w:val="28"/>
        </w:rPr>
        <w:t>.</w:t>
      </w:r>
      <w:r w:rsidR="007A6535">
        <w:rPr>
          <w:rFonts w:ascii="Times New Roman" w:hAnsi="Times New Roman" w:cs="Times New Roman"/>
          <w:b/>
          <w:sz w:val="28"/>
          <w:szCs w:val="28"/>
        </w:rPr>
        <w:t>Ю</w:t>
      </w:r>
      <w:r w:rsidR="00B166ED">
        <w:rPr>
          <w:rFonts w:ascii="Times New Roman" w:hAnsi="Times New Roman" w:cs="Times New Roman"/>
          <w:b/>
          <w:sz w:val="28"/>
          <w:szCs w:val="28"/>
        </w:rPr>
        <w:t>.</w:t>
      </w:r>
    </w:p>
    <w:p w:rsidR="009037CB" w:rsidRDefault="009037CB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7CB" w:rsidRDefault="009037CB" w:rsidP="009037CB">
      <w:pPr>
        <w:ind w:firstLine="851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Решение Совета муниципального образования город-курорт Анапа от 27 августа 2020 года № 758</w:t>
      </w:r>
    </w:p>
    <w:p w:rsidR="009037CB" w:rsidRDefault="009037CB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CC0" w:rsidRPr="00B166ED" w:rsidRDefault="00FB1CC0" w:rsidP="00FB1C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1CC0" w:rsidRPr="00B166ED" w:rsidRDefault="00FB1CC0" w:rsidP="00FB1CC0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FB1CC0" w:rsidRDefault="007A6535" w:rsidP="00DB484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высокий профессионализм</w:t>
      </w:r>
      <w:r w:rsidR="00A43FDA">
        <w:rPr>
          <w:rFonts w:ascii="Times New Roman" w:hAnsi="Times New Roman" w:cs="Times New Roman"/>
          <w:sz w:val="28"/>
          <w:szCs w:val="28"/>
        </w:rPr>
        <w:t>, многолетний добросовестный труд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FD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и большой личный вклад в разви</w:t>
      </w:r>
      <w:r w:rsidR="00A43FDA">
        <w:rPr>
          <w:rFonts w:ascii="Times New Roman" w:hAnsi="Times New Roman" w:cs="Times New Roman"/>
          <w:sz w:val="28"/>
          <w:szCs w:val="28"/>
        </w:rPr>
        <w:t xml:space="preserve">тие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43FDA">
        <w:rPr>
          <w:rFonts w:ascii="Times New Roman" w:hAnsi="Times New Roman" w:cs="Times New Roman"/>
          <w:sz w:val="28"/>
          <w:szCs w:val="28"/>
        </w:rPr>
        <w:t xml:space="preserve">на территории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="00FB1CC0">
        <w:rPr>
          <w:rFonts w:ascii="Times New Roman" w:hAnsi="Times New Roman" w:cs="Times New Roman"/>
          <w:sz w:val="28"/>
          <w:szCs w:val="28"/>
        </w:rPr>
        <w:t>,</w:t>
      </w:r>
      <w:r w:rsidR="00A76182">
        <w:rPr>
          <w:rFonts w:ascii="Times New Roman" w:hAnsi="Times New Roman" w:cs="Times New Roman"/>
          <w:sz w:val="28"/>
          <w:szCs w:val="28"/>
        </w:rPr>
        <w:t xml:space="preserve"> </w:t>
      </w:r>
      <w:r w:rsidR="00FB1C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00350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город-курорт Анапа от </w:t>
      </w:r>
      <w:r w:rsidR="00E95EC5">
        <w:rPr>
          <w:rFonts w:ascii="Times New Roman" w:hAnsi="Times New Roman" w:cs="Times New Roman"/>
          <w:sz w:val="28"/>
          <w:szCs w:val="28"/>
        </w:rPr>
        <w:t>8</w:t>
      </w:r>
      <w:r w:rsidR="00200350">
        <w:rPr>
          <w:rFonts w:ascii="Times New Roman" w:hAnsi="Times New Roman" w:cs="Times New Roman"/>
          <w:sz w:val="28"/>
          <w:szCs w:val="28"/>
        </w:rPr>
        <w:t> </w:t>
      </w:r>
      <w:r w:rsidR="00E95EC5">
        <w:rPr>
          <w:rFonts w:ascii="Times New Roman" w:hAnsi="Times New Roman" w:cs="Times New Roman"/>
          <w:sz w:val="28"/>
          <w:szCs w:val="28"/>
        </w:rPr>
        <w:t>февраля</w:t>
      </w:r>
      <w:r w:rsidR="00200350">
        <w:rPr>
          <w:rFonts w:ascii="Times New Roman" w:hAnsi="Times New Roman" w:cs="Times New Roman"/>
          <w:sz w:val="28"/>
          <w:szCs w:val="28"/>
        </w:rPr>
        <w:t xml:space="preserve"> 201</w:t>
      </w:r>
      <w:r w:rsidR="00E95EC5">
        <w:rPr>
          <w:rFonts w:ascii="Times New Roman" w:hAnsi="Times New Roman" w:cs="Times New Roman"/>
          <w:sz w:val="28"/>
          <w:szCs w:val="28"/>
        </w:rPr>
        <w:t>8</w:t>
      </w:r>
      <w:r w:rsidR="00C91D67">
        <w:rPr>
          <w:rFonts w:ascii="Times New Roman" w:hAnsi="Times New Roman" w:cs="Times New Roman"/>
          <w:sz w:val="28"/>
          <w:szCs w:val="28"/>
        </w:rPr>
        <w:t> </w:t>
      </w:r>
      <w:r w:rsidR="00200350">
        <w:rPr>
          <w:rFonts w:ascii="Times New Roman" w:hAnsi="Times New Roman" w:cs="Times New Roman"/>
          <w:sz w:val="28"/>
          <w:szCs w:val="28"/>
        </w:rPr>
        <w:t>г</w:t>
      </w:r>
      <w:r w:rsidR="00B166ED">
        <w:rPr>
          <w:rFonts w:ascii="Times New Roman" w:hAnsi="Times New Roman" w:cs="Times New Roman"/>
          <w:sz w:val="28"/>
          <w:szCs w:val="28"/>
        </w:rPr>
        <w:t>.</w:t>
      </w:r>
      <w:r w:rsidR="00200350">
        <w:rPr>
          <w:rFonts w:ascii="Times New Roman" w:hAnsi="Times New Roman" w:cs="Times New Roman"/>
          <w:sz w:val="28"/>
          <w:szCs w:val="28"/>
        </w:rPr>
        <w:t xml:space="preserve"> № </w:t>
      </w:r>
      <w:r w:rsidR="00E95EC5">
        <w:rPr>
          <w:rFonts w:ascii="Times New Roman" w:hAnsi="Times New Roman" w:cs="Times New Roman"/>
          <w:sz w:val="28"/>
          <w:szCs w:val="28"/>
        </w:rPr>
        <w:t>288</w:t>
      </w:r>
      <w:r w:rsidR="0020035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</w:t>
      </w:r>
      <w:r w:rsidR="00E95EC5">
        <w:rPr>
          <w:rFonts w:ascii="Times New Roman" w:hAnsi="Times New Roman" w:cs="Times New Roman"/>
          <w:sz w:val="28"/>
          <w:szCs w:val="28"/>
        </w:rPr>
        <w:t>наградах муниципального образования</w:t>
      </w:r>
      <w:r w:rsidR="00200350">
        <w:rPr>
          <w:rFonts w:ascii="Times New Roman" w:hAnsi="Times New Roman" w:cs="Times New Roman"/>
          <w:sz w:val="28"/>
          <w:szCs w:val="28"/>
        </w:rPr>
        <w:t xml:space="preserve"> города-курорта Анапа»</w:t>
      </w:r>
      <w:r w:rsidR="004E5A84">
        <w:rPr>
          <w:rFonts w:ascii="Times New Roman" w:hAnsi="Times New Roman" w:cs="Times New Roman"/>
          <w:sz w:val="28"/>
          <w:szCs w:val="28"/>
        </w:rPr>
        <w:t>,</w:t>
      </w:r>
      <w:r w:rsidR="00FB1CC0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</w:t>
      </w:r>
      <w:r w:rsidR="00057E13">
        <w:rPr>
          <w:rFonts w:ascii="Times New Roman" w:hAnsi="Times New Roman" w:cs="Times New Roman"/>
          <w:sz w:val="28"/>
          <w:szCs w:val="28"/>
        </w:rPr>
        <w:t xml:space="preserve"> </w:t>
      </w:r>
      <w:r w:rsidR="00C91D67">
        <w:rPr>
          <w:rFonts w:ascii="Times New Roman" w:hAnsi="Times New Roman" w:cs="Times New Roman"/>
          <w:sz w:val="28"/>
          <w:szCs w:val="28"/>
        </w:rPr>
        <w:t>город-курорт</w:t>
      </w:r>
      <w:r w:rsidR="00A76182">
        <w:rPr>
          <w:rFonts w:ascii="Times New Roman" w:hAnsi="Times New Roman" w:cs="Times New Roman"/>
          <w:sz w:val="28"/>
          <w:szCs w:val="28"/>
        </w:rPr>
        <w:t xml:space="preserve"> </w:t>
      </w:r>
      <w:r w:rsidR="00A43FDA">
        <w:rPr>
          <w:rFonts w:ascii="Times New Roman" w:hAnsi="Times New Roman" w:cs="Times New Roman"/>
          <w:sz w:val="28"/>
          <w:szCs w:val="28"/>
        </w:rPr>
        <w:t xml:space="preserve"> </w:t>
      </w:r>
      <w:r w:rsidR="00FB1CC0">
        <w:rPr>
          <w:rFonts w:ascii="Times New Roman" w:hAnsi="Times New Roman" w:cs="Times New Roman"/>
          <w:sz w:val="28"/>
          <w:szCs w:val="28"/>
        </w:rPr>
        <w:t>Анапа РЕШИЛ:</w:t>
      </w:r>
    </w:p>
    <w:p w:rsidR="00323A36" w:rsidRDefault="00FB1CC0" w:rsidP="00A51939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64F03">
        <w:rPr>
          <w:rFonts w:ascii="Times New Roman" w:hAnsi="Times New Roman" w:cs="Times New Roman"/>
          <w:sz w:val="28"/>
          <w:szCs w:val="28"/>
        </w:rPr>
        <w:t>Наградить медалью «За выдающийся вклад в</w:t>
      </w:r>
      <w:r w:rsidR="00057E13" w:rsidRPr="00464F03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4818BF" w:rsidRPr="00464F03">
        <w:rPr>
          <w:rFonts w:ascii="Times New Roman" w:hAnsi="Times New Roman" w:cs="Times New Roman"/>
          <w:sz w:val="28"/>
          <w:szCs w:val="28"/>
        </w:rPr>
        <w:t xml:space="preserve"> </w:t>
      </w:r>
      <w:r w:rsidR="00057E13" w:rsidRPr="00464F03">
        <w:rPr>
          <w:rFonts w:ascii="Times New Roman" w:hAnsi="Times New Roman" w:cs="Times New Roman"/>
          <w:sz w:val="28"/>
          <w:szCs w:val="28"/>
        </w:rPr>
        <w:t>города-курорта Анапа»</w:t>
      </w:r>
      <w:r w:rsidR="004E01DD" w:rsidRPr="00464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535">
        <w:rPr>
          <w:rFonts w:ascii="Times New Roman" w:hAnsi="Times New Roman" w:cs="Times New Roman"/>
          <w:sz w:val="28"/>
          <w:szCs w:val="28"/>
        </w:rPr>
        <w:t>Левковец</w:t>
      </w:r>
      <w:proofErr w:type="spellEnd"/>
      <w:r w:rsidR="007A6535">
        <w:rPr>
          <w:rFonts w:ascii="Times New Roman" w:hAnsi="Times New Roman" w:cs="Times New Roman"/>
          <w:sz w:val="28"/>
          <w:szCs w:val="28"/>
        </w:rPr>
        <w:t xml:space="preserve"> Татьяну Юрьевну</w:t>
      </w:r>
      <w:r w:rsidR="00057E13" w:rsidRPr="00464F03">
        <w:rPr>
          <w:rFonts w:ascii="Times New Roman" w:hAnsi="Times New Roman" w:cs="Times New Roman"/>
          <w:sz w:val="28"/>
          <w:szCs w:val="28"/>
        </w:rPr>
        <w:t>,</w:t>
      </w:r>
      <w:r w:rsidR="00824013" w:rsidRPr="00464F03">
        <w:rPr>
          <w:rFonts w:ascii="Times New Roman" w:hAnsi="Times New Roman" w:cs="Times New Roman"/>
          <w:sz w:val="28"/>
          <w:szCs w:val="28"/>
        </w:rPr>
        <w:t xml:space="preserve"> 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учител</w:t>
      </w:r>
      <w:r w:rsid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я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географии муниципального </w:t>
      </w:r>
      <w:r w:rsid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бюджетного общеобразовательно</w:t>
      </w:r>
      <w:r w:rsidR="0021060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го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учреждени</w:t>
      </w:r>
      <w:r w:rsidR="0021060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я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</w:t>
      </w:r>
      <w:r w:rsidR="0021060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дней общеобразовательной школы 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№ 4 муниципального образования город-курорт Анапа имени Героя </w:t>
      </w:r>
      <w:r w:rsidR="0021060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           </w:t>
      </w:r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Российской Федерации Вячеслава Михайловича </w:t>
      </w:r>
      <w:proofErr w:type="spellStart"/>
      <w:r w:rsidR="007A6535" w:rsidRPr="007A653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Евскина</w:t>
      </w:r>
      <w:proofErr w:type="spellEnd"/>
      <w:r w:rsidR="00A5193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464F03" w:rsidRDefault="00464F03" w:rsidP="00D201A2">
      <w:pPr>
        <w:rPr>
          <w:rFonts w:ascii="Times New Roman" w:hAnsi="Times New Roman" w:cs="Times New Roman"/>
          <w:sz w:val="28"/>
          <w:szCs w:val="28"/>
        </w:rPr>
      </w:pPr>
    </w:p>
    <w:p w:rsidR="00A51939" w:rsidRDefault="00A51939" w:rsidP="00D201A2">
      <w:pPr>
        <w:rPr>
          <w:rFonts w:ascii="Times New Roman" w:hAnsi="Times New Roman" w:cs="Times New Roman"/>
          <w:sz w:val="28"/>
          <w:szCs w:val="28"/>
        </w:rPr>
      </w:pPr>
    </w:p>
    <w:p w:rsidR="00F31DEE" w:rsidRDefault="00F31DEE" w:rsidP="00F31DE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31DEE" w:rsidRDefault="00F31DEE" w:rsidP="00F31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F31DEE" w:rsidRDefault="00F31DEE" w:rsidP="00F31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</w:t>
      </w:r>
      <w:r w:rsidR="0021060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r w:rsidR="00210602">
        <w:rPr>
          <w:rFonts w:ascii="Times New Roman" w:hAnsi="Times New Roman" w:cs="Times New Roman"/>
          <w:sz w:val="28"/>
          <w:szCs w:val="28"/>
        </w:rPr>
        <w:t>Швец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</w:p>
    <w:p w:rsidR="00CA611E" w:rsidRDefault="00CA611E" w:rsidP="00D201A2">
      <w:pPr>
        <w:rPr>
          <w:rFonts w:ascii="Times New Roman" w:hAnsi="Times New Roman" w:cs="Times New Roman"/>
          <w:sz w:val="28"/>
          <w:szCs w:val="28"/>
        </w:rPr>
      </w:pP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</w:t>
      </w:r>
      <w:r w:rsidR="0086364B">
        <w:rPr>
          <w:rFonts w:ascii="Times New Roman" w:hAnsi="Times New Roman" w:cs="Times New Roman"/>
          <w:sz w:val="28"/>
          <w:szCs w:val="28"/>
        </w:rPr>
        <w:t xml:space="preserve">  </w:t>
      </w:r>
      <w:r w:rsidR="00A66C5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A6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Кочетов</w:t>
      </w: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964156" w:rsidRDefault="00964156" w:rsidP="00D201A2">
      <w:pPr>
        <w:rPr>
          <w:rFonts w:ascii="Times New Roman" w:hAnsi="Times New Roman" w:cs="Times New Roman"/>
          <w:sz w:val="28"/>
          <w:szCs w:val="28"/>
        </w:rPr>
      </w:pP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3F06" w:rsidSect="00065030"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hybridMultilevel"/>
    <w:tmpl w:val="6D885C42"/>
    <w:lvl w:ilvl="0" w:tplc="49F476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autoHyphenation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A8"/>
    <w:rsid w:val="00001DD9"/>
    <w:rsid w:val="00034E3B"/>
    <w:rsid w:val="000475EC"/>
    <w:rsid w:val="00057E13"/>
    <w:rsid w:val="00060DA4"/>
    <w:rsid w:val="00065030"/>
    <w:rsid w:val="000A582E"/>
    <w:rsid w:val="000A75C2"/>
    <w:rsid w:val="000B180A"/>
    <w:rsid w:val="000B6AA6"/>
    <w:rsid w:val="000B72B0"/>
    <w:rsid w:val="001200D6"/>
    <w:rsid w:val="00182353"/>
    <w:rsid w:val="001C7ACF"/>
    <w:rsid w:val="001E0E3F"/>
    <w:rsid w:val="001E3F06"/>
    <w:rsid w:val="00200350"/>
    <w:rsid w:val="00207F0C"/>
    <w:rsid w:val="00210602"/>
    <w:rsid w:val="00212DA6"/>
    <w:rsid w:val="00221944"/>
    <w:rsid w:val="00227F28"/>
    <w:rsid w:val="002A2118"/>
    <w:rsid w:val="002C0A6C"/>
    <w:rsid w:val="002E50EF"/>
    <w:rsid w:val="002F7B08"/>
    <w:rsid w:val="003019C6"/>
    <w:rsid w:val="00323A36"/>
    <w:rsid w:val="003524D6"/>
    <w:rsid w:val="00353C6E"/>
    <w:rsid w:val="00385030"/>
    <w:rsid w:val="003A5EE9"/>
    <w:rsid w:val="003B1038"/>
    <w:rsid w:val="003F7F03"/>
    <w:rsid w:val="00464F03"/>
    <w:rsid w:val="004745EB"/>
    <w:rsid w:val="004818BF"/>
    <w:rsid w:val="004E01DD"/>
    <w:rsid w:val="004E24BE"/>
    <w:rsid w:val="004E5A84"/>
    <w:rsid w:val="004E5BDA"/>
    <w:rsid w:val="004F1196"/>
    <w:rsid w:val="005217F0"/>
    <w:rsid w:val="00522093"/>
    <w:rsid w:val="00527524"/>
    <w:rsid w:val="00543DA2"/>
    <w:rsid w:val="00561E1E"/>
    <w:rsid w:val="00573BC3"/>
    <w:rsid w:val="005979EB"/>
    <w:rsid w:val="005C4A93"/>
    <w:rsid w:val="005D7D8A"/>
    <w:rsid w:val="00636379"/>
    <w:rsid w:val="00644F7F"/>
    <w:rsid w:val="006467AF"/>
    <w:rsid w:val="006527A6"/>
    <w:rsid w:val="0069091A"/>
    <w:rsid w:val="006E333C"/>
    <w:rsid w:val="006E4CC9"/>
    <w:rsid w:val="00701E67"/>
    <w:rsid w:val="00771609"/>
    <w:rsid w:val="00787C23"/>
    <w:rsid w:val="007919CD"/>
    <w:rsid w:val="007A6535"/>
    <w:rsid w:val="007B5937"/>
    <w:rsid w:val="007B7F6B"/>
    <w:rsid w:val="00815761"/>
    <w:rsid w:val="00821252"/>
    <w:rsid w:val="00824013"/>
    <w:rsid w:val="00832DF7"/>
    <w:rsid w:val="00841924"/>
    <w:rsid w:val="0086364B"/>
    <w:rsid w:val="00876879"/>
    <w:rsid w:val="00895041"/>
    <w:rsid w:val="008A1845"/>
    <w:rsid w:val="008D4962"/>
    <w:rsid w:val="009037CB"/>
    <w:rsid w:val="00930DA8"/>
    <w:rsid w:val="00945FC1"/>
    <w:rsid w:val="00956020"/>
    <w:rsid w:val="00964156"/>
    <w:rsid w:val="00974934"/>
    <w:rsid w:val="00997C60"/>
    <w:rsid w:val="009A0AA5"/>
    <w:rsid w:val="009C4B92"/>
    <w:rsid w:val="00A00FBC"/>
    <w:rsid w:val="00A32AB3"/>
    <w:rsid w:val="00A43FDA"/>
    <w:rsid w:val="00A50301"/>
    <w:rsid w:val="00A51939"/>
    <w:rsid w:val="00A53831"/>
    <w:rsid w:val="00A66C5B"/>
    <w:rsid w:val="00A67E3A"/>
    <w:rsid w:val="00A76182"/>
    <w:rsid w:val="00A960E3"/>
    <w:rsid w:val="00AB0559"/>
    <w:rsid w:val="00AB7C14"/>
    <w:rsid w:val="00AC1500"/>
    <w:rsid w:val="00AC281D"/>
    <w:rsid w:val="00AC5D68"/>
    <w:rsid w:val="00AD33AF"/>
    <w:rsid w:val="00B166ED"/>
    <w:rsid w:val="00B50CD6"/>
    <w:rsid w:val="00B53D2D"/>
    <w:rsid w:val="00B75188"/>
    <w:rsid w:val="00BC1963"/>
    <w:rsid w:val="00C20B41"/>
    <w:rsid w:val="00C816BA"/>
    <w:rsid w:val="00C8254A"/>
    <w:rsid w:val="00C850B4"/>
    <w:rsid w:val="00C91D67"/>
    <w:rsid w:val="00CA611E"/>
    <w:rsid w:val="00CC252C"/>
    <w:rsid w:val="00CC660C"/>
    <w:rsid w:val="00CE1AAD"/>
    <w:rsid w:val="00D024DB"/>
    <w:rsid w:val="00D072C4"/>
    <w:rsid w:val="00D07317"/>
    <w:rsid w:val="00D201A2"/>
    <w:rsid w:val="00D425C4"/>
    <w:rsid w:val="00D54FD0"/>
    <w:rsid w:val="00D65975"/>
    <w:rsid w:val="00D76345"/>
    <w:rsid w:val="00D87E8F"/>
    <w:rsid w:val="00DA20B4"/>
    <w:rsid w:val="00DB4845"/>
    <w:rsid w:val="00DC3536"/>
    <w:rsid w:val="00E31629"/>
    <w:rsid w:val="00E3384C"/>
    <w:rsid w:val="00E51E4C"/>
    <w:rsid w:val="00E54511"/>
    <w:rsid w:val="00E665C1"/>
    <w:rsid w:val="00E855A9"/>
    <w:rsid w:val="00E95EC5"/>
    <w:rsid w:val="00EB62D9"/>
    <w:rsid w:val="00EC45AA"/>
    <w:rsid w:val="00EF796B"/>
    <w:rsid w:val="00F17707"/>
    <w:rsid w:val="00F31DEE"/>
    <w:rsid w:val="00F42012"/>
    <w:rsid w:val="00F51A0C"/>
    <w:rsid w:val="00F6109E"/>
    <w:rsid w:val="00F72EA9"/>
    <w:rsid w:val="00F8582F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eva\Desktop\&#1053;&#1040;&#1043;&#1056;&#1040;&#1044;&#1067;%20&#1052;&#1059;&#1053;%202014-2018\2018\&#1052;&#1077;&#1076;&#1072;&#1083;&#1100;\&#1056;&#1077;&#1096;&#1077;&#1085;&#1080;&#1103;\&#1056;&#1077;&#1096;&#1077;&#1085;&#1080;&#1077;%20&#1050;&#1072;&#1073;&#1072;&#1085;&#1086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FE38-0041-42D8-A1DD-13CD1476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Кабанов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318 каб</cp:lastModifiedBy>
  <cp:revision>6</cp:revision>
  <cp:lastPrinted>2020-08-17T07:15:00Z</cp:lastPrinted>
  <dcterms:created xsi:type="dcterms:W3CDTF">2020-08-11T07:02:00Z</dcterms:created>
  <dcterms:modified xsi:type="dcterms:W3CDTF">2020-08-28T12:04:00Z</dcterms:modified>
</cp:coreProperties>
</file>